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823A" w14:textId="77777777" w:rsidR="006E5D65" w:rsidRPr="00D03FD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03FDB">
        <w:rPr>
          <w:rFonts w:ascii="Corbel" w:hAnsi="Corbel"/>
          <w:b/>
          <w:bCs/>
        </w:rPr>
        <w:t xml:space="preserve">   </w:t>
      </w:r>
      <w:r w:rsidR="00CD6897" w:rsidRPr="00D03FDB">
        <w:rPr>
          <w:rFonts w:ascii="Corbel" w:hAnsi="Corbel"/>
          <w:b/>
          <w:bCs/>
        </w:rPr>
        <w:tab/>
      </w:r>
      <w:r w:rsidR="00CD6897" w:rsidRPr="00D03FDB">
        <w:rPr>
          <w:rFonts w:ascii="Corbel" w:hAnsi="Corbel"/>
          <w:b/>
          <w:bCs/>
        </w:rPr>
        <w:tab/>
      </w:r>
      <w:r w:rsidR="00CD6897" w:rsidRPr="00D03FDB">
        <w:rPr>
          <w:rFonts w:ascii="Corbel" w:hAnsi="Corbel"/>
          <w:b/>
          <w:bCs/>
        </w:rPr>
        <w:tab/>
      </w:r>
      <w:r w:rsidR="00CD6897" w:rsidRPr="00D03FDB">
        <w:rPr>
          <w:rFonts w:ascii="Corbel" w:hAnsi="Corbel"/>
          <w:b/>
          <w:bCs/>
        </w:rPr>
        <w:tab/>
      </w:r>
      <w:r w:rsidR="00CD6897" w:rsidRPr="00D03FDB">
        <w:rPr>
          <w:rFonts w:ascii="Corbel" w:hAnsi="Corbel"/>
          <w:b/>
          <w:bCs/>
        </w:rPr>
        <w:tab/>
      </w:r>
      <w:r w:rsidR="00CD6897" w:rsidRPr="00D03FDB">
        <w:rPr>
          <w:rFonts w:ascii="Corbel" w:hAnsi="Corbel"/>
          <w:b/>
          <w:bCs/>
        </w:rPr>
        <w:tab/>
      </w:r>
      <w:r w:rsidR="00D8678B" w:rsidRPr="00D03FDB">
        <w:rPr>
          <w:rFonts w:ascii="Corbel" w:hAnsi="Corbel"/>
          <w:bCs/>
          <w:i/>
        </w:rPr>
        <w:t xml:space="preserve">Załącznik nr </w:t>
      </w:r>
      <w:r w:rsidR="006F31E2" w:rsidRPr="00D03FDB">
        <w:rPr>
          <w:rFonts w:ascii="Corbel" w:hAnsi="Corbel"/>
          <w:bCs/>
          <w:i/>
        </w:rPr>
        <w:t>1.5</w:t>
      </w:r>
      <w:r w:rsidR="00D8678B" w:rsidRPr="00D03FDB">
        <w:rPr>
          <w:rFonts w:ascii="Corbel" w:hAnsi="Corbel"/>
          <w:bCs/>
          <w:i/>
        </w:rPr>
        <w:t xml:space="preserve"> do Zarządzenia</w:t>
      </w:r>
      <w:r w:rsidR="002A22BF" w:rsidRPr="00D03FDB">
        <w:rPr>
          <w:rFonts w:ascii="Corbel" w:hAnsi="Corbel"/>
          <w:bCs/>
          <w:i/>
        </w:rPr>
        <w:t xml:space="preserve"> Rektora UR </w:t>
      </w:r>
      <w:r w:rsidR="00CD6897" w:rsidRPr="00D03FDB">
        <w:rPr>
          <w:rFonts w:ascii="Corbel" w:hAnsi="Corbel"/>
          <w:bCs/>
          <w:i/>
        </w:rPr>
        <w:t xml:space="preserve"> nr </w:t>
      </w:r>
      <w:r w:rsidR="00F17567" w:rsidRPr="00D03FDB">
        <w:rPr>
          <w:rFonts w:ascii="Corbel" w:hAnsi="Corbel"/>
          <w:bCs/>
          <w:i/>
        </w:rPr>
        <w:t>12/2019</w:t>
      </w:r>
    </w:p>
    <w:p w14:paraId="7D419B2C" w14:textId="77777777" w:rsidR="0085747A" w:rsidRPr="00D03F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03FDB">
        <w:rPr>
          <w:rFonts w:ascii="Corbel" w:hAnsi="Corbel"/>
          <w:b/>
          <w:smallCaps/>
          <w:sz w:val="24"/>
          <w:szCs w:val="24"/>
        </w:rPr>
        <w:t>SYLABUS</w:t>
      </w:r>
    </w:p>
    <w:p w14:paraId="58EAD85A" w14:textId="5E323D86" w:rsidR="0085747A" w:rsidRPr="00D03FD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03FD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03FDB">
        <w:rPr>
          <w:rFonts w:ascii="Corbel" w:hAnsi="Corbel"/>
          <w:b/>
          <w:smallCaps/>
          <w:sz w:val="24"/>
          <w:szCs w:val="24"/>
        </w:rPr>
        <w:t xml:space="preserve"> </w:t>
      </w:r>
      <w:r w:rsidR="007866F9">
        <w:rPr>
          <w:rFonts w:ascii="Corbel" w:hAnsi="Corbel"/>
          <w:i/>
          <w:smallCaps/>
        </w:rPr>
        <w:t>2021-2023</w:t>
      </w:r>
    </w:p>
    <w:p w14:paraId="63BD224F" w14:textId="35318275" w:rsidR="00D03FDB" w:rsidRPr="00D03FDB" w:rsidRDefault="00D03FDB" w:rsidP="00D03FDB">
      <w:pPr>
        <w:ind w:left="5664"/>
        <w:rPr>
          <w:rFonts w:ascii="Corbel" w:hAnsi="Corbel"/>
          <w:sz w:val="20"/>
        </w:rPr>
      </w:pPr>
      <w:r w:rsidRPr="00D03FDB">
        <w:rPr>
          <w:rFonts w:ascii="Corbel" w:hAnsi="Corbel"/>
          <w:sz w:val="20"/>
        </w:rPr>
        <w:t>(skrajne daty)</w:t>
      </w:r>
    </w:p>
    <w:p w14:paraId="354F7B15" w14:textId="346915A7" w:rsidR="00445970" w:rsidRPr="007866F9" w:rsidRDefault="007466CA" w:rsidP="007866F9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D03FDB">
        <w:rPr>
          <w:rFonts w:ascii="Corbel" w:hAnsi="Corbel"/>
          <w:i/>
          <w:smallCaps/>
          <w:sz w:val="24"/>
          <w:szCs w:val="24"/>
        </w:rPr>
        <w:t xml:space="preserve">rok akademicki </w:t>
      </w:r>
      <w:r w:rsidR="007866F9">
        <w:rPr>
          <w:rFonts w:ascii="Corbel" w:hAnsi="Corbel"/>
          <w:sz w:val="24"/>
          <w:szCs w:val="24"/>
        </w:rPr>
        <w:t>2022/2023</w:t>
      </w:r>
      <w:r w:rsidR="00445970" w:rsidRPr="00D03FDB">
        <w:rPr>
          <w:rFonts w:ascii="Corbel" w:hAnsi="Corbel"/>
          <w:sz w:val="20"/>
          <w:szCs w:val="20"/>
        </w:rPr>
        <w:tab/>
      </w:r>
      <w:r w:rsidR="00445970" w:rsidRPr="00D03FDB">
        <w:rPr>
          <w:rFonts w:ascii="Corbel" w:hAnsi="Corbel"/>
          <w:sz w:val="20"/>
          <w:szCs w:val="20"/>
        </w:rPr>
        <w:tab/>
      </w:r>
      <w:r w:rsidR="00445970" w:rsidRPr="00D03FDB">
        <w:rPr>
          <w:rFonts w:ascii="Corbel" w:hAnsi="Corbel"/>
          <w:sz w:val="20"/>
          <w:szCs w:val="20"/>
        </w:rPr>
        <w:tab/>
      </w:r>
      <w:r w:rsidR="00445970" w:rsidRPr="00D03FDB">
        <w:rPr>
          <w:rFonts w:ascii="Corbel" w:hAnsi="Corbel"/>
          <w:sz w:val="20"/>
          <w:szCs w:val="20"/>
        </w:rPr>
        <w:tab/>
      </w:r>
    </w:p>
    <w:p w14:paraId="7C44F3FC" w14:textId="77777777" w:rsidR="007866F9" w:rsidRDefault="007866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51A08" w14:textId="3E707BAA" w:rsidR="0085747A" w:rsidRPr="00D03F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bookmarkStart w:id="0" w:name="_GoBack"/>
      <w:bookmarkEnd w:id="0"/>
      <w:r w:rsidRPr="00D03FDB">
        <w:rPr>
          <w:rFonts w:ascii="Corbel" w:hAnsi="Corbel"/>
          <w:szCs w:val="24"/>
        </w:rPr>
        <w:t xml:space="preserve">1. </w:t>
      </w:r>
      <w:r w:rsidR="0085747A" w:rsidRPr="00D03FDB">
        <w:rPr>
          <w:rFonts w:ascii="Corbel" w:hAnsi="Corbel"/>
          <w:szCs w:val="24"/>
        </w:rPr>
        <w:t xml:space="preserve">Podstawowe </w:t>
      </w:r>
      <w:r w:rsidR="00445970" w:rsidRPr="00D03F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03FDB" w14:paraId="5781F5B9" w14:textId="77777777" w:rsidTr="00B819C8">
        <w:tc>
          <w:tcPr>
            <w:tcW w:w="2694" w:type="dxa"/>
            <w:vAlign w:val="center"/>
          </w:tcPr>
          <w:p w14:paraId="0AC45457" w14:textId="77777777" w:rsidR="0085747A" w:rsidRPr="00D03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E44042" w14:textId="77777777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Prawo zagospodarowania przestrzennego</w:t>
            </w:r>
          </w:p>
        </w:tc>
      </w:tr>
      <w:tr w:rsidR="0085747A" w:rsidRPr="00D03FDB" w14:paraId="3513A2C9" w14:textId="77777777" w:rsidTr="00B819C8">
        <w:tc>
          <w:tcPr>
            <w:tcW w:w="2694" w:type="dxa"/>
            <w:vAlign w:val="center"/>
          </w:tcPr>
          <w:p w14:paraId="2FBC9A91" w14:textId="77777777" w:rsidR="0085747A" w:rsidRPr="00D03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03F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8276C7" w14:textId="77777777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</w:rPr>
              <w:t>PRA80</w:t>
            </w:r>
          </w:p>
        </w:tc>
      </w:tr>
      <w:tr w:rsidR="0085747A" w:rsidRPr="00D03FDB" w14:paraId="529290F9" w14:textId="77777777" w:rsidTr="00B819C8">
        <w:tc>
          <w:tcPr>
            <w:tcW w:w="2694" w:type="dxa"/>
            <w:vAlign w:val="center"/>
          </w:tcPr>
          <w:p w14:paraId="4D58C17A" w14:textId="77777777" w:rsidR="0085747A" w:rsidRPr="00D03FDB" w:rsidRDefault="006700E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N</w:t>
            </w:r>
            <w:r w:rsidR="0085747A" w:rsidRPr="00D03F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03F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33198" w14:textId="6D32500A" w:rsidR="0085747A" w:rsidRPr="00D03FDB" w:rsidRDefault="00D03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03FDB" w14:paraId="444C1862" w14:textId="77777777" w:rsidTr="00B819C8">
        <w:tc>
          <w:tcPr>
            <w:tcW w:w="2694" w:type="dxa"/>
            <w:vAlign w:val="center"/>
          </w:tcPr>
          <w:p w14:paraId="5BD08ADB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6BCAB3" w14:textId="47669B98" w:rsidR="0085747A" w:rsidRPr="00D03FDB" w:rsidRDefault="005D4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03FDB" w14:paraId="631CBFB0" w14:textId="77777777" w:rsidTr="00B819C8">
        <w:tc>
          <w:tcPr>
            <w:tcW w:w="2694" w:type="dxa"/>
            <w:vAlign w:val="center"/>
          </w:tcPr>
          <w:p w14:paraId="36503BE6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16A74B" w14:textId="77777777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D03FDB" w14:paraId="53F62F8A" w14:textId="77777777" w:rsidTr="00B819C8">
        <w:tc>
          <w:tcPr>
            <w:tcW w:w="2694" w:type="dxa"/>
            <w:vAlign w:val="center"/>
          </w:tcPr>
          <w:p w14:paraId="60F29BCD" w14:textId="77777777" w:rsidR="0085747A" w:rsidRPr="00D03F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4FF1A5" w14:textId="77777777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D03FDB" w14:paraId="3229D774" w14:textId="77777777" w:rsidTr="00B819C8">
        <w:tc>
          <w:tcPr>
            <w:tcW w:w="2694" w:type="dxa"/>
            <w:vAlign w:val="center"/>
          </w:tcPr>
          <w:p w14:paraId="268AB0DA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AF6E5E" w14:textId="77777777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03FDB" w14:paraId="785E9A34" w14:textId="77777777" w:rsidTr="00B819C8">
        <w:tc>
          <w:tcPr>
            <w:tcW w:w="2694" w:type="dxa"/>
            <w:vAlign w:val="center"/>
          </w:tcPr>
          <w:p w14:paraId="0A3B45AD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ECAABB" w14:textId="77777777" w:rsidR="0085747A" w:rsidRPr="00D03FDB" w:rsidRDefault="005154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700E1" w:rsidRPr="00D03FD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03FDB" w14:paraId="6F824FDB" w14:textId="77777777" w:rsidTr="00B819C8">
        <w:tc>
          <w:tcPr>
            <w:tcW w:w="2694" w:type="dxa"/>
            <w:vAlign w:val="center"/>
          </w:tcPr>
          <w:p w14:paraId="604EA7A9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03FDB">
              <w:rPr>
                <w:rFonts w:ascii="Corbel" w:hAnsi="Corbel"/>
                <w:sz w:val="24"/>
                <w:szCs w:val="24"/>
              </w:rPr>
              <w:t>/y</w:t>
            </w:r>
            <w:r w:rsidRPr="00D03F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82F874" w14:textId="77777777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Rok II semestr III</w:t>
            </w:r>
          </w:p>
        </w:tc>
      </w:tr>
      <w:tr w:rsidR="0085747A" w:rsidRPr="00D03FDB" w14:paraId="1BD39C4C" w14:textId="77777777" w:rsidTr="00B819C8">
        <w:tc>
          <w:tcPr>
            <w:tcW w:w="2694" w:type="dxa"/>
            <w:vAlign w:val="center"/>
          </w:tcPr>
          <w:p w14:paraId="753E7CF7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4D0C09" w14:textId="77777777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03FDB" w14:paraId="1FEE74BA" w14:textId="77777777" w:rsidTr="00B819C8">
        <w:tc>
          <w:tcPr>
            <w:tcW w:w="2694" w:type="dxa"/>
            <w:vAlign w:val="center"/>
          </w:tcPr>
          <w:p w14:paraId="201FE029" w14:textId="77777777" w:rsidR="00923D7D" w:rsidRPr="00D03F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E7427D" w14:textId="77777777" w:rsidR="00923D7D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03FDB" w14:paraId="5B6B985E" w14:textId="77777777" w:rsidTr="00B819C8">
        <w:tc>
          <w:tcPr>
            <w:tcW w:w="2694" w:type="dxa"/>
            <w:vAlign w:val="center"/>
          </w:tcPr>
          <w:p w14:paraId="1A00C9B5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46EFD5" w14:textId="77777777" w:rsidR="0085747A" w:rsidRPr="00D03FDB" w:rsidRDefault="00445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r w:rsidR="006700E1" w:rsidRPr="00D03FDB">
              <w:rPr>
                <w:rFonts w:ascii="Corbel" w:hAnsi="Corbel"/>
                <w:b w:val="0"/>
                <w:sz w:val="24"/>
                <w:szCs w:val="24"/>
              </w:rPr>
              <w:t>dr hab. Elżbieta Ura</w:t>
            </w:r>
          </w:p>
        </w:tc>
      </w:tr>
      <w:tr w:rsidR="0085747A" w:rsidRPr="00D03FDB" w14:paraId="4AF39519" w14:textId="77777777" w:rsidTr="00B819C8">
        <w:tc>
          <w:tcPr>
            <w:tcW w:w="2694" w:type="dxa"/>
            <w:vAlign w:val="center"/>
          </w:tcPr>
          <w:p w14:paraId="49C12DC2" w14:textId="77777777" w:rsidR="0085747A" w:rsidRPr="00D03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053CA1" w14:textId="619F2184" w:rsidR="0085747A" w:rsidRPr="00D03FDB" w:rsidRDefault="006700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 xml:space="preserve">Pracownicy </w:t>
            </w:r>
            <w:r w:rsidR="00F4244A" w:rsidRPr="00D03FDB">
              <w:rPr>
                <w:rFonts w:ascii="Corbel" w:hAnsi="Corbel"/>
                <w:b w:val="0"/>
                <w:sz w:val="24"/>
                <w:szCs w:val="24"/>
              </w:rPr>
              <w:t>Zakładu</w:t>
            </w:r>
            <w:r w:rsidRPr="00D03FDB">
              <w:rPr>
                <w:rFonts w:ascii="Corbel" w:hAnsi="Corbel"/>
                <w:b w:val="0"/>
                <w:sz w:val="24"/>
                <w:szCs w:val="24"/>
              </w:rPr>
              <w:t xml:space="preserve"> zgodnie z obciążeniami dydaktycznymi na dany rok akademicki</w:t>
            </w:r>
          </w:p>
        </w:tc>
      </w:tr>
    </w:tbl>
    <w:p w14:paraId="7DABCB27" w14:textId="77777777" w:rsidR="0085747A" w:rsidRPr="00D03FDB" w:rsidRDefault="0085747A" w:rsidP="00D03FD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D03FDB">
        <w:rPr>
          <w:rFonts w:ascii="Corbel" w:hAnsi="Corbel"/>
          <w:sz w:val="24"/>
          <w:szCs w:val="24"/>
        </w:rPr>
        <w:t xml:space="preserve">* </w:t>
      </w:r>
      <w:r w:rsidRPr="00D03FDB">
        <w:rPr>
          <w:rFonts w:ascii="Corbel" w:hAnsi="Corbel"/>
          <w:i/>
          <w:sz w:val="24"/>
          <w:szCs w:val="24"/>
        </w:rPr>
        <w:t>-</w:t>
      </w:r>
      <w:r w:rsidR="00B90885" w:rsidRPr="00D03F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03FDB">
        <w:rPr>
          <w:rFonts w:ascii="Corbel" w:hAnsi="Corbel"/>
          <w:b w:val="0"/>
          <w:sz w:val="24"/>
          <w:szCs w:val="24"/>
        </w:rPr>
        <w:t>e,</w:t>
      </w:r>
      <w:r w:rsidRPr="00D03FDB">
        <w:rPr>
          <w:rFonts w:ascii="Corbel" w:hAnsi="Corbel"/>
          <w:i/>
          <w:sz w:val="24"/>
          <w:szCs w:val="24"/>
        </w:rPr>
        <w:t xml:space="preserve"> </w:t>
      </w:r>
      <w:r w:rsidRPr="00D03F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03FDB">
        <w:rPr>
          <w:rFonts w:ascii="Corbel" w:hAnsi="Corbel"/>
          <w:b w:val="0"/>
          <w:i/>
          <w:sz w:val="24"/>
          <w:szCs w:val="24"/>
        </w:rPr>
        <w:t>w Jednostce</w:t>
      </w:r>
    </w:p>
    <w:p w14:paraId="3043E606" w14:textId="77777777" w:rsidR="0085747A" w:rsidRPr="00D03F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03FDB">
        <w:rPr>
          <w:rFonts w:ascii="Corbel" w:hAnsi="Corbel"/>
          <w:sz w:val="24"/>
          <w:szCs w:val="24"/>
        </w:rPr>
        <w:t>1.</w:t>
      </w:r>
      <w:r w:rsidR="00E22FBC" w:rsidRPr="00D03FDB">
        <w:rPr>
          <w:rFonts w:ascii="Corbel" w:hAnsi="Corbel"/>
          <w:sz w:val="24"/>
          <w:szCs w:val="24"/>
        </w:rPr>
        <w:t>1</w:t>
      </w:r>
      <w:r w:rsidRPr="00D03F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C4BD9" w14:textId="77777777" w:rsidR="00923D7D" w:rsidRPr="00D03F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03FDB" w14:paraId="1986FD2A" w14:textId="77777777" w:rsidTr="00D03F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8B3E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3FDB">
              <w:rPr>
                <w:rFonts w:ascii="Corbel" w:hAnsi="Corbel"/>
                <w:szCs w:val="24"/>
              </w:rPr>
              <w:t>Semestr</w:t>
            </w:r>
          </w:p>
          <w:p w14:paraId="282880F9" w14:textId="77777777" w:rsidR="00015B8F" w:rsidRPr="00D03FDB" w:rsidRDefault="002B5EA0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3FDB">
              <w:rPr>
                <w:rFonts w:ascii="Corbel" w:hAnsi="Corbel"/>
                <w:szCs w:val="24"/>
              </w:rPr>
              <w:t>(</w:t>
            </w:r>
            <w:r w:rsidR="00363F78" w:rsidRPr="00D03F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93D2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FDB">
              <w:rPr>
                <w:rFonts w:ascii="Corbel" w:hAnsi="Corbel"/>
                <w:szCs w:val="24"/>
              </w:rPr>
              <w:t>Wykł</w:t>
            </w:r>
            <w:proofErr w:type="spellEnd"/>
            <w:r w:rsidRPr="00D03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9E14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3F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4758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FDB">
              <w:rPr>
                <w:rFonts w:ascii="Corbel" w:hAnsi="Corbel"/>
                <w:szCs w:val="24"/>
              </w:rPr>
              <w:t>Konw</w:t>
            </w:r>
            <w:proofErr w:type="spellEnd"/>
            <w:r w:rsidRPr="00D03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F241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3F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80C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FDB">
              <w:rPr>
                <w:rFonts w:ascii="Corbel" w:hAnsi="Corbel"/>
                <w:szCs w:val="24"/>
              </w:rPr>
              <w:t>Sem</w:t>
            </w:r>
            <w:proofErr w:type="spellEnd"/>
            <w:r w:rsidRPr="00D03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056E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3F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3B55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03FDB">
              <w:rPr>
                <w:rFonts w:ascii="Corbel" w:hAnsi="Corbel"/>
                <w:szCs w:val="24"/>
              </w:rPr>
              <w:t>Prakt</w:t>
            </w:r>
            <w:proofErr w:type="spellEnd"/>
            <w:r w:rsidRPr="00D03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F4B5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03FD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B2DF" w14:textId="77777777" w:rsidR="00015B8F" w:rsidRPr="00D03FDB" w:rsidRDefault="00015B8F" w:rsidP="00D03FD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03FDB">
              <w:rPr>
                <w:rFonts w:ascii="Corbel" w:hAnsi="Corbel"/>
                <w:b/>
                <w:szCs w:val="24"/>
              </w:rPr>
              <w:t>Liczba pkt</w:t>
            </w:r>
            <w:r w:rsidR="00B90885" w:rsidRPr="00D03FDB">
              <w:rPr>
                <w:rFonts w:ascii="Corbel" w:hAnsi="Corbel"/>
                <w:b/>
                <w:szCs w:val="24"/>
              </w:rPr>
              <w:t>.</w:t>
            </w:r>
            <w:r w:rsidRPr="00D03F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03FDB" w14:paraId="3457FF68" w14:textId="77777777" w:rsidTr="00D03F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FA2A" w14:textId="77777777" w:rsidR="00015B8F" w:rsidRPr="00D03FDB" w:rsidRDefault="00556866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0928" w14:textId="77777777" w:rsidR="00015B8F" w:rsidRPr="00D03FDB" w:rsidRDefault="00015B8F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0C96" w14:textId="77777777" w:rsidR="00015B8F" w:rsidRPr="00D03FDB" w:rsidRDefault="00015B8F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B426" w14:textId="77777777" w:rsidR="00015B8F" w:rsidRPr="00D03FDB" w:rsidRDefault="005154B5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17F4" w14:textId="77777777" w:rsidR="00015B8F" w:rsidRPr="00D03FDB" w:rsidRDefault="00015B8F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D91C" w14:textId="77777777" w:rsidR="00015B8F" w:rsidRPr="00D03FDB" w:rsidRDefault="00015B8F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EF78" w14:textId="77777777" w:rsidR="00015B8F" w:rsidRPr="00D03FDB" w:rsidRDefault="00015B8F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C8CD" w14:textId="77777777" w:rsidR="00015B8F" w:rsidRPr="00D03FDB" w:rsidRDefault="00015B8F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4433" w14:textId="77777777" w:rsidR="00015B8F" w:rsidRPr="00D03FDB" w:rsidRDefault="00015B8F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4FAA" w14:textId="77777777" w:rsidR="00015B8F" w:rsidRPr="00D03FDB" w:rsidRDefault="00556866" w:rsidP="00D03F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BC759E3" w14:textId="77777777" w:rsidR="00923D7D" w:rsidRPr="00D03F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FFEF07" w14:textId="77777777" w:rsidR="0085747A" w:rsidRPr="00D03FD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>1.</w:t>
      </w:r>
      <w:r w:rsidR="00E22FBC" w:rsidRPr="00D03FDB">
        <w:rPr>
          <w:rFonts w:ascii="Corbel" w:hAnsi="Corbel"/>
          <w:smallCaps w:val="0"/>
          <w:szCs w:val="24"/>
        </w:rPr>
        <w:t>2</w:t>
      </w:r>
      <w:r w:rsidR="00F83B28" w:rsidRPr="00D03FDB">
        <w:rPr>
          <w:rFonts w:ascii="Corbel" w:hAnsi="Corbel"/>
          <w:smallCaps w:val="0"/>
          <w:szCs w:val="24"/>
        </w:rPr>
        <w:t>.</w:t>
      </w:r>
      <w:r w:rsidR="00F83B28" w:rsidRPr="00D03FDB">
        <w:rPr>
          <w:rFonts w:ascii="Corbel" w:hAnsi="Corbel"/>
          <w:smallCaps w:val="0"/>
          <w:szCs w:val="24"/>
        </w:rPr>
        <w:tab/>
      </w:r>
      <w:r w:rsidRPr="00D03FDB">
        <w:rPr>
          <w:rFonts w:ascii="Corbel" w:hAnsi="Corbel"/>
          <w:smallCaps w:val="0"/>
          <w:szCs w:val="24"/>
        </w:rPr>
        <w:t xml:space="preserve">Sposób realizacji zajęć  </w:t>
      </w:r>
    </w:p>
    <w:p w14:paraId="7881CF42" w14:textId="77777777" w:rsidR="0085747A" w:rsidRPr="00D03FDB" w:rsidRDefault="005568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4706989"/>
      <w:r w:rsidRPr="00D03FD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03FDB">
        <w:rPr>
          <w:rFonts w:ascii="Corbel" w:hAnsi="Corbel"/>
          <w:b w:val="0"/>
          <w:smallCaps w:val="0"/>
          <w:szCs w:val="24"/>
        </w:rPr>
        <w:t xml:space="preserve"> </w:t>
      </w:r>
      <w:bookmarkEnd w:id="1"/>
      <w:r w:rsidR="0085747A" w:rsidRPr="00D03FD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6F91083" w14:textId="70E06068" w:rsidR="0085747A" w:rsidRPr="00D03FDB" w:rsidRDefault="00FC5F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3FDB">
        <w:rPr>
          <w:rFonts w:ascii="Segoe UI Symbol" w:eastAsia="MS Gothic" w:hAnsi="Segoe UI Symbol" w:cs="Segoe UI Symbol"/>
          <w:b w:val="0"/>
          <w:szCs w:val="24"/>
        </w:rPr>
        <w:t>☒</w:t>
      </w:r>
      <w:r w:rsidRPr="00D03FD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D03F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FB3D0B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61A577" w14:textId="77777777" w:rsidR="00E22FBC" w:rsidRPr="00D03FD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 xml:space="preserve">1.3 </w:t>
      </w:r>
      <w:r w:rsidR="00F83B28" w:rsidRPr="00D03FDB">
        <w:rPr>
          <w:rFonts w:ascii="Corbel" w:hAnsi="Corbel"/>
          <w:smallCaps w:val="0"/>
          <w:szCs w:val="24"/>
        </w:rPr>
        <w:tab/>
      </w:r>
      <w:r w:rsidRPr="00D03FDB">
        <w:rPr>
          <w:rFonts w:ascii="Corbel" w:hAnsi="Corbel"/>
          <w:smallCaps w:val="0"/>
          <w:szCs w:val="24"/>
        </w:rPr>
        <w:t>For</w:t>
      </w:r>
      <w:r w:rsidR="00445970" w:rsidRPr="00D03FDB">
        <w:rPr>
          <w:rFonts w:ascii="Corbel" w:hAnsi="Corbel"/>
          <w:smallCaps w:val="0"/>
          <w:szCs w:val="24"/>
        </w:rPr>
        <w:t xml:space="preserve">ma zaliczenia przedmiotu </w:t>
      </w:r>
      <w:r w:rsidRPr="00D03FDB">
        <w:rPr>
          <w:rFonts w:ascii="Corbel" w:hAnsi="Corbel"/>
          <w:smallCaps w:val="0"/>
          <w:szCs w:val="24"/>
        </w:rPr>
        <w:t xml:space="preserve"> (z toku) </w:t>
      </w:r>
      <w:r w:rsidRPr="00D03FDB">
        <w:rPr>
          <w:rFonts w:ascii="Corbel" w:hAnsi="Corbel"/>
          <w:b w:val="0"/>
          <w:smallCaps w:val="0"/>
          <w:szCs w:val="24"/>
        </w:rPr>
        <w:t xml:space="preserve">(egzamin, </w:t>
      </w:r>
      <w:r w:rsidRPr="00D03FD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D03FDB">
        <w:rPr>
          <w:rFonts w:ascii="Corbel" w:hAnsi="Corbel"/>
          <w:b w:val="0"/>
          <w:smallCaps w:val="0"/>
          <w:szCs w:val="24"/>
        </w:rPr>
        <w:t>, zaliczenie bez oceny)</w:t>
      </w:r>
    </w:p>
    <w:p w14:paraId="2D15913C" w14:textId="77777777" w:rsidR="00556866" w:rsidRPr="00D03FDB" w:rsidRDefault="0055686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F717DD2" w14:textId="77777777" w:rsidR="001A5647" w:rsidRPr="00D03FDB" w:rsidRDefault="001A5647" w:rsidP="001A564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D03FDB">
        <w:rPr>
          <w:rFonts w:ascii="Corbel" w:hAnsi="Corbel"/>
          <w:b w:val="0"/>
          <w:smallCaps w:val="0"/>
          <w:szCs w:val="24"/>
        </w:rPr>
        <w:t>W przypadku konwersatorium zaliczenie w formie pisemnej lub ustnej. Zaliczenie pisemne zawierać może pytania testowe, otwarte oraz problemy do rozwiązania.</w:t>
      </w:r>
    </w:p>
    <w:p w14:paraId="2FF49EA8" w14:textId="77777777" w:rsidR="00556866" w:rsidRPr="00D03FDB" w:rsidRDefault="0055686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44BAB6B" w14:textId="589CA04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3FDB">
        <w:rPr>
          <w:rFonts w:ascii="Corbel" w:hAnsi="Corbel"/>
          <w:szCs w:val="24"/>
        </w:rPr>
        <w:t xml:space="preserve">2.Wymagania wstępne </w:t>
      </w:r>
    </w:p>
    <w:p w14:paraId="0BBE215C" w14:textId="77777777" w:rsidR="00D03FDB" w:rsidRPr="00D03FDB" w:rsidRDefault="00D03FD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3FDB" w14:paraId="041BE3EE" w14:textId="77777777" w:rsidTr="00745302">
        <w:tc>
          <w:tcPr>
            <w:tcW w:w="9670" w:type="dxa"/>
          </w:tcPr>
          <w:p w14:paraId="15FC1E1C" w14:textId="77777777" w:rsidR="0085747A" w:rsidRPr="00D03FDB" w:rsidRDefault="0055686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prawa administracyjnego.</w:t>
            </w:r>
          </w:p>
        </w:tc>
      </w:tr>
    </w:tbl>
    <w:p w14:paraId="3D03C713" w14:textId="77777777" w:rsidR="00153C41" w:rsidRPr="00D03F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904C9" w14:textId="3437B80D" w:rsidR="0085747A" w:rsidRPr="00D03FDB" w:rsidRDefault="00D03FD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03FDB">
        <w:rPr>
          <w:rFonts w:ascii="Corbel" w:hAnsi="Corbel"/>
          <w:szCs w:val="24"/>
        </w:rPr>
        <w:lastRenderedPageBreak/>
        <w:t>3.</w:t>
      </w:r>
      <w:r w:rsidR="0085747A" w:rsidRPr="00D03FDB">
        <w:rPr>
          <w:rFonts w:ascii="Corbel" w:hAnsi="Corbel"/>
          <w:szCs w:val="24"/>
        </w:rPr>
        <w:t xml:space="preserve"> </w:t>
      </w:r>
      <w:r w:rsidR="00A84C85" w:rsidRPr="00D03FDB">
        <w:rPr>
          <w:rFonts w:ascii="Corbel" w:hAnsi="Corbel"/>
          <w:szCs w:val="24"/>
        </w:rPr>
        <w:t>cele, efekty uczenia się</w:t>
      </w:r>
      <w:r w:rsidR="0085747A" w:rsidRPr="00D03FDB">
        <w:rPr>
          <w:rFonts w:ascii="Corbel" w:hAnsi="Corbel"/>
          <w:szCs w:val="24"/>
        </w:rPr>
        <w:t xml:space="preserve"> , treści Programowe i stosowane metody Dydaktyczne</w:t>
      </w:r>
    </w:p>
    <w:p w14:paraId="70396789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45EEC6" w14:textId="77777777" w:rsidR="0085747A" w:rsidRPr="00D03F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03FDB">
        <w:rPr>
          <w:rFonts w:ascii="Corbel" w:hAnsi="Corbel"/>
          <w:sz w:val="24"/>
          <w:szCs w:val="24"/>
        </w:rPr>
        <w:t xml:space="preserve">3.1 </w:t>
      </w:r>
      <w:r w:rsidR="00C05F44" w:rsidRPr="00D03FD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56866" w:rsidRPr="00D03FDB" w14:paraId="1B2D6100" w14:textId="77777777" w:rsidTr="00F1440C">
        <w:tc>
          <w:tcPr>
            <w:tcW w:w="851" w:type="dxa"/>
            <w:vAlign w:val="center"/>
          </w:tcPr>
          <w:p w14:paraId="46E61372" w14:textId="77777777" w:rsidR="00556866" w:rsidRPr="00D03FDB" w:rsidRDefault="0055686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84DD60" w14:textId="77777777" w:rsidR="00556866" w:rsidRPr="00D03FDB" w:rsidRDefault="00556866" w:rsidP="00F1440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 xml:space="preserve">Zaprezentowanie zasad planowania i zagospodarowania przestrzeni państwa w skali krajowej, regionalnej i lokalnej </w:t>
            </w:r>
          </w:p>
        </w:tc>
      </w:tr>
      <w:tr w:rsidR="00556866" w:rsidRPr="00D03FDB" w14:paraId="684B4CD1" w14:textId="77777777" w:rsidTr="00F1440C">
        <w:tc>
          <w:tcPr>
            <w:tcW w:w="851" w:type="dxa"/>
            <w:vAlign w:val="center"/>
          </w:tcPr>
          <w:p w14:paraId="36EF0E86" w14:textId="77777777" w:rsidR="00556866" w:rsidRPr="00D03FDB" w:rsidRDefault="00556866" w:rsidP="00F144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0CF623" w14:textId="77777777" w:rsidR="00556866" w:rsidRPr="00D03FDB" w:rsidRDefault="00556866" w:rsidP="00F1440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Zapoznanie z problematyką prawną planowania i zagospodarowania przestrzennego jako podstawowego instrumentu kształtującego treść prawa własności nieruchomości</w:t>
            </w:r>
          </w:p>
        </w:tc>
      </w:tr>
      <w:tr w:rsidR="00556866" w:rsidRPr="00D03FDB" w14:paraId="0644FB70" w14:textId="77777777" w:rsidTr="00F1440C">
        <w:tc>
          <w:tcPr>
            <w:tcW w:w="851" w:type="dxa"/>
            <w:vAlign w:val="center"/>
          </w:tcPr>
          <w:p w14:paraId="2BCEDF4B" w14:textId="77777777" w:rsidR="00556866" w:rsidRPr="00D03FDB" w:rsidRDefault="0055686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591344" w14:textId="77777777" w:rsidR="00556866" w:rsidRPr="00D03FDB" w:rsidRDefault="0055686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3FDB">
              <w:rPr>
                <w:rFonts w:ascii="Corbel" w:hAnsi="Corbel"/>
                <w:b w:val="0"/>
                <w:sz w:val="24"/>
                <w:szCs w:val="24"/>
              </w:rPr>
              <w:t>Poznanie mechanizmów tworzenia systemów planowania przestrzennego oraz skutków uchwalenia planu miejscowego</w:t>
            </w:r>
          </w:p>
        </w:tc>
      </w:tr>
    </w:tbl>
    <w:p w14:paraId="1F6EA219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4D6B93" w14:textId="77777777" w:rsidR="001D7B54" w:rsidRPr="00D03F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03FDB">
        <w:rPr>
          <w:rFonts w:ascii="Corbel" w:hAnsi="Corbel"/>
          <w:b/>
          <w:sz w:val="24"/>
          <w:szCs w:val="24"/>
        </w:rPr>
        <w:t xml:space="preserve">3.2 </w:t>
      </w:r>
      <w:r w:rsidR="001D7B54" w:rsidRPr="00D03FDB">
        <w:rPr>
          <w:rFonts w:ascii="Corbel" w:hAnsi="Corbel"/>
          <w:b/>
          <w:sz w:val="24"/>
          <w:szCs w:val="24"/>
        </w:rPr>
        <w:t xml:space="preserve">Efekty </w:t>
      </w:r>
      <w:r w:rsidR="00C05F44" w:rsidRPr="00D03F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03FDB">
        <w:rPr>
          <w:rFonts w:ascii="Corbel" w:hAnsi="Corbel"/>
          <w:b/>
          <w:sz w:val="24"/>
          <w:szCs w:val="24"/>
        </w:rPr>
        <w:t>dla przedmiotu</w:t>
      </w:r>
      <w:r w:rsidR="00445970" w:rsidRPr="00D03FDB">
        <w:rPr>
          <w:rFonts w:ascii="Corbel" w:hAnsi="Corbel"/>
          <w:sz w:val="24"/>
          <w:szCs w:val="24"/>
        </w:rPr>
        <w:t xml:space="preserve"> </w:t>
      </w:r>
    </w:p>
    <w:p w14:paraId="1F24E615" w14:textId="77777777" w:rsidR="001D7B54" w:rsidRPr="00D03F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D03FDB" w14:paraId="60B70CA8" w14:textId="77777777" w:rsidTr="000534BE">
        <w:tc>
          <w:tcPr>
            <w:tcW w:w="1679" w:type="dxa"/>
            <w:vAlign w:val="center"/>
          </w:tcPr>
          <w:p w14:paraId="659B7AE2" w14:textId="77777777" w:rsidR="0085747A" w:rsidRPr="00D03F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03F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03F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8C62657" w14:textId="77777777" w:rsidR="0085747A" w:rsidRPr="00D03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B9A336" w14:textId="77777777" w:rsidR="0085747A" w:rsidRPr="00D03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03F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34BE" w:rsidRPr="00D03FDB" w14:paraId="6D2B4B51" w14:textId="77777777" w:rsidTr="000534BE">
        <w:tc>
          <w:tcPr>
            <w:tcW w:w="1679" w:type="dxa"/>
          </w:tcPr>
          <w:p w14:paraId="696D7227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6C13C4E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Wymienia poszczególne organy  ustanowione do opracowywania i zatwierdzania aktów planowania</w:t>
            </w:r>
          </w:p>
        </w:tc>
        <w:tc>
          <w:tcPr>
            <w:tcW w:w="1865" w:type="dxa"/>
          </w:tcPr>
          <w:p w14:paraId="5E3332A8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0534BE" w:rsidRPr="00D03FDB" w14:paraId="551C89B4" w14:textId="77777777" w:rsidTr="000534BE">
        <w:tc>
          <w:tcPr>
            <w:tcW w:w="1679" w:type="dxa"/>
          </w:tcPr>
          <w:p w14:paraId="30F55F08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4B9271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7E3DDF66" w14:textId="77777777" w:rsidR="000534BE" w:rsidRPr="00D03FDB" w:rsidRDefault="000534BE" w:rsidP="000534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Definiuje kluczowe pojęcia prawa zagospodarowania przestrzennego</w:t>
            </w:r>
          </w:p>
        </w:tc>
        <w:tc>
          <w:tcPr>
            <w:tcW w:w="1865" w:type="dxa"/>
          </w:tcPr>
          <w:p w14:paraId="26B050E8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0534BE" w:rsidRPr="00D03FDB" w14:paraId="4CD411AD" w14:textId="77777777" w:rsidTr="000534BE">
        <w:tc>
          <w:tcPr>
            <w:tcW w:w="1679" w:type="dxa"/>
          </w:tcPr>
          <w:p w14:paraId="42DBABC9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05A1F5B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Rozpoznaje podstawowe zasady i organizację planowania przestrzennego w państwie</w:t>
            </w:r>
          </w:p>
        </w:tc>
        <w:tc>
          <w:tcPr>
            <w:tcW w:w="1865" w:type="dxa"/>
          </w:tcPr>
          <w:p w14:paraId="1C7197AA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0534BE" w:rsidRPr="00D03FDB" w14:paraId="11B88381" w14:textId="77777777" w:rsidTr="000534BE">
        <w:tc>
          <w:tcPr>
            <w:tcW w:w="1679" w:type="dxa"/>
          </w:tcPr>
          <w:p w14:paraId="7EB6F58E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F75560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6A932967" w14:textId="77777777" w:rsidR="000534BE" w:rsidRPr="00D03FDB" w:rsidRDefault="000534BE" w:rsidP="000534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Ocenia działalność regulacji prawnych dotyczących zagospodarowania przestrzennego</w:t>
            </w:r>
          </w:p>
        </w:tc>
        <w:tc>
          <w:tcPr>
            <w:tcW w:w="1865" w:type="dxa"/>
          </w:tcPr>
          <w:p w14:paraId="2AA832FB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0534BE" w:rsidRPr="00D03FDB" w14:paraId="5480E050" w14:textId="77777777" w:rsidTr="000534BE">
        <w:tc>
          <w:tcPr>
            <w:tcW w:w="1679" w:type="dxa"/>
          </w:tcPr>
          <w:p w14:paraId="6E99A7CE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76FAB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913A0E7" w14:textId="77777777" w:rsidR="000534BE" w:rsidRPr="00D03FDB" w:rsidRDefault="000534BE" w:rsidP="000534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Podnosi i uzupełnia zdobyta wiedzę i umiejętności</w:t>
            </w:r>
          </w:p>
        </w:tc>
        <w:tc>
          <w:tcPr>
            <w:tcW w:w="1865" w:type="dxa"/>
          </w:tcPr>
          <w:p w14:paraId="61109715" w14:textId="77777777" w:rsidR="000534BE" w:rsidRPr="00D03FDB" w:rsidRDefault="000534BE" w:rsidP="000534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K_K01, K_K06</w:t>
            </w:r>
          </w:p>
        </w:tc>
      </w:tr>
    </w:tbl>
    <w:p w14:paraId="6F2A352D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6F091" w14:textId="77777777" w:rsidR="0085747A" w:rsidRPr="00D03F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03FDB">
        <w:rPr>
          <w:rFonts w:ascii="Corbel" w:hAnsi="Corbel"/>
          <w:b/>
          <w:sz w:val="24"/>
          <w:szCs w:val="24"/>
        </w:rPr>
        <w:t>3.3</w:t>
      </w:r>
      <w:r w:rsidR="001D7B54" w:rsidRPr="00D03FDB">
        <w:rPr>
          <w:rFonts w:ascii="Corbel" w:hAnsi="Corbel"/>
          <w:b/>
          <w:sz w:val="24"/>
          <w:szCs w:val="24"/>
        </w:rPr>
        <w:t xml:space="preserve"> </w:t>
      </w:r>
      <w:r w:rsidR="0085747A" w:rsidRPr="00D03FDB">
        <w:rPr>
          <w:rFonts w:ascii="Corbel" w:hAnsi="Corbel"/>
          <w:b/>
          <w:sz w:val="24"/>
          <w:szCs w:val="24"/>
        </w:rPr>
        <w:t>T</w:t>
      </w:r>
      <w:r w:rsidR="001D7B54" w:rsidRPr="00D03FD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03FDB">
        <w:rPr>
          <w:rFonts w:ascii="Corbel" w:hAnsi="Corbel"/>
          <w:sz w:val="24"/>
          <w:szCs w:val="24"/>
        </w:rPr>
        <w:t xml:space="preserve">  </w:t>
      </w:r>
    </w:p>
    <w:p w14:paraId="5987AFD5" w14:textId="77777777" w:rsidR="0085747A" w:rsidRPr="00D03F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03FDB">
        <w:rPr>
          <w:rFonts w:ascii="Corbel" w:hAnsi="Corbel"/>
          <w:sz w:val="24"/>
          <w:szCs w:val="24"/>
        </w:rPr>
        <w:t xml:space="preserve">Problematyka wykładu </w:t>
      </w:r>
    </w:p>
    <w:p w14:paraId="45717152" w14:textId="77777777" w:rsidR="00675843" w:rsidRPr="00D03F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3FDB" w14:paraId="41E0BA37" w14:textId="77777777" w:rsidTr="00D03FDB">
        <w:tc>
          <w:tcPr>
            <w:tcW w:w="9520" w:type="dxa"/>
          </w:tcPr>
          <w:p w14:paraId="2C1522B1" w14:textId="77777777" w:rsidR="0085747A" w:rsidRPr="00D03F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03FDB" w14:paraId="7BD5B107" w14:textId="77777777" w:rsidTr="00D03FDB">
        <w:tc>
          <w:tcPr>
            <w:tcW w:w="9520" w:type="dxa"/>
          </w:tcPr>
          <w:p w14:paraId="6554A89E" w14:textId="18127E2C" w:rsidR="0085747A" w:rsidRPr="00D03FDB" w:rsidRDefault="00D03F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F2C8B7C" w14:textId="77777777" w:rsidR="0085747A" w:rsidRPr="00D03F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EFF23C" w14:textId="77777777" w:rsidR="0085747A" w:rsidRPr="00D03F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03F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03FDB">
        <w:rPr>
          <w:rFonts w:ascii="Corbel" w:hAnsi="Corbel"/>
          <w:sz w:val="24"/>
          <w:szCs w:val="24"/>
        </w:rPr>
        <w:t xml:space="preserve">, </w:t>
      </w:r>
      <w:r w:rsidRPr="00D03FDB">
        <w:rPr>
          <w:rFonts w:ascii="Corbel" w:hAnsi="Corbel"/>
          <w:sz w:val="24"/>
          <w:szCs w:val="24"/>
        </w:rPr>
        <w:t xml:space="preserve">zajęć praktycznych </w:t>
      </w:r>
    </w:p>
    <w:p w14:paraId="7A28ACE4" w14:textId="77777777" w:rsidR="000534BE" w:rsidRPr="00D03FDB" w:rsidRDefault="000534B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7933"/>
        <w:gridCol w:w="827"/>
      </w:tblGrid>
      <w:tr w:rsidR="000534BE" w:rsidRPr="00D03FDB" w14:paraId="271BF192" w14:textId="77777777" w:rsidTr="000534BE">
        <w:tc>
          <w:tcPr>
            <w:tcW w:w="526" w:type="dxa"/>
          </w:tcPr>
          <w:p w14:paraId="057DAA55" w14:textId="77777777" w:rsidR="000534BE" w:rsidRPr="00D03FDB" w:rsidRDefault="000534BE" w:rsidP="00F144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03FDB">
              <w:rPr>
                <w:rFonts w:ascii="Corbel" w:hAnsi="Corbel"/>
                <w:b/>
                <w:sz w:val="24"/>
                <w:szCs w:val="24"/>
              </w:rPr>
              <w:t>Lp.</w:t>
            </w:r>
          </w:p>
        </w:tc>
        <w:tc>
          <w:tcPr>
            <w:tcW w:w="7955" w:type="dxa"/>
          </w:tcPr>
          <w:p w14:paraId="40FC29F7" w14:textId="77777777" w:rsidR="000534BE" w:rsidRPr="00D03FDB" w:rsidRDefault="000534BE" w:rsidP="00F144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03FD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  <w:tc>
          <w:tcPr>
            <w:tcW w:w="827" w:type="dxa"/>
          </w:tcPr>
          <w:p w14:paraId="24E2AD38" w14:textId="77777777" w:rsidR="000534BE" w:rsidRPr="00D03FDB" w:rsidRDefault="000534BE" w:rsidP="00F144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03FDB">
              <w:rPr>
                <w:rFonts w:ascii="Corbel" w:hAnsi="Corbel"/>
                <w:b/>
                <w:sz w:val="24"/>
                <w:szCs w:val="24"/>
              </w:rPr>
              <w:t>Godz.</w:t>
            </w:r>
          </w:p>
        </w:tc>
      </w:tr>
      <w:tr w:rsidR="000534BE" w:rsidRPr="00D03FDB" w14:paraId="4193B1B4" w14:textId="77777777" w:rsidTr="000534BE">
        <w:tc>
          <w:tcPr>
            <w:tcW w:w="526" w:type="dxa"/>
          </w:tcPr>
          <w:p w14:paraId="760F38AA" w14:textId="77777777" w:rsidR="000534BE" w:rsidRPr="00D03FDB" w:rsidRDefault="000534BE" w:rsidP="00F1440C">
            <w:pPr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t>1.</w:t>
            </w:r>
          </w:p>
        </w:tc>
        <w:tc>
          <w:tcPr>
            <w:tcW w:w="7955" w:type="dxa"/>
            <w:shd w:val="clear" w:color="auto" w:fill="auto"/>
          </w:tcPr>
          <w:p w14:paraId="40FDCEAA" w14:textId="77777777" w:rsidR="000534BE" w:rsidRPr="00D03FDB" w:rsidRDefault="000534BE" w:rsidP="00F14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03FDB">
              <w:rPr>
                <w:rFonts w:ascii="Corbel" w:eastAsia="Cambria" w:hAnsi="Corbel" w:cs="Calibri"/>
              </w:rPr>
              <w:t xml:space="preserve">Istota gospodarki przestrzennej i przesłanki prawnej regulacji zasad jej planowania i realizacji. Pojęcie i geneza planowania i zagospodarowania przestrzennego  </w:t>
            </w:r>
          </w:p>
        </w:tc>
        <w:tc>
          <w:tcPr>
            <w:tcW w:w="827" w:type="dxa"/>
          </w:tcPr>
          <w:p w14:paraId="63EE21CD" w14:textId="77777777" w:rsidR="000534BE" w:rsidRPr="00D03FDB" w:rsidRDefault="000534BE" w:rsidP="00E131F0">
            <w:pPr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t>4</w:t>
            </w:r>
          </w:p>
        </w:tc>
      </w:tr>
      <w:tr w:rsidR="000534BE" w:rsidRPr="00D03FDB" w14:paraId="7CD7A573" w14:textId="77777777" w:rsidTr="000534BE">
        <w:tc>
          <w:tcPr>
            <w:tcW w:w="526" w:type="dxa"/>
          </w:tcPr>
          <w:p w14:paraId="5A15265F" w14:textId="77777777" w:rsidR="000534BE" w:rsidRPr="00D03FDB" w:rsidRDefault="000534BE" w:rsidP="00F1440C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t>2.</w:t>
            </w:r>
          </w:p>
        </w:tc>
        <w:tc>
          <w:tcPr>
            <w:tcW w:w="7955" w:type="dxa"/>
            <w:shd w:val="clear" w:color="auto" w:fill="auto"/>
          </w:tcPr>
          <w:p w14:paraId="786DFE7F" w14:textId="77777777" w:rsidR="000534BE" w:rsidRPr="00D03FDB" w:rsidRDefault="000534BE" w:rsidP="00F1440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D03FDB">
              <w:rPr>
                <w:rFonts w:ascii="Corbel" w:eastAsia="Cambria" w:hAnsi="Corbel" w:cs="Calibri"/>
              </w:rPr>
              <w:t xml:space="preserve">Podstawowe zasady i organizacja planowania przestrzennego w państwie. Zarys systemu aktów planowania przestrzennego     </w:t>
            </w:r>
          </w:p>
        </w:tc>
        <w:tc>
          <w:tcPr>
            <w:tcW w:w="827" w:type="dxa"/>
          </w:tcPr>
          <w:p w14:paraId="2EC9553C" w14:textId="77777777" w:rsidR="000534BE" w:rsidRPr="00D03FDB" w:rsidRDefault="000534BE" w:rsidP="00E131F0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t>2</w:t>
            </w:r>
          </w:p>
        </w:tc>
      </w:tr>
      <w:tr w:rsidR="000534BE" w:rsidRPr="00D03FDB" w14:paraId="4153F5F6" w14:textId="77777777" w:rsidTr="000534BE">
        <w:tc>
          <w:tcPr>
            <w:tcW w:w="526" w:type="dxa"/>
          </w:tcPr>
          <w:p w14:paraId="77F337FE" w14:textId="77777777" w:rsidR="000534BE" w:rsidRPr="00D03FDB" w:rsidRDefault="000534BE" w:rsidP="00F1440C">
            <w:pPr>
              <w:snapToGrid w:val="0"/>
              <w:spacing w:after="0" w:line="240" w:lineRule="auto"/>
              <w:jc w:val="both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t>3.</w:t>
            </w:r>
          </w:p>
        </w:tc>
        <w:tc>
          <w:tcPr>
            <w:tcW w:w="7955" w:type="dxa"/>
            <w:shd w:val="clear" w:color="auto" w:fill="auto"/>
          </w:tcPr>
          <w:p w14:paraId="48B7F7FF" w14:textId="77777777" w:rsidR="000534BE" w:rsidRPr="00D03FDB" w:rsidRDefault="000534BE" w:rsidP="00F1440C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D03FDB">
              <w:rPr>
                <w:rFonts w:ascii="Corbel" w:eastAsia="Cambria" w:hAnsi="Corbel" w:cs="Calibri"/>
              </w:rPr>
              <w:t xml:space="preserve">Planowanie przestrzenne w gminie. Treść i forma studium uwarunkowań i kierunków zagospodarowania przestrzennego gminy oraz miejscowego planu zagospodarowania przestrzennego. Tryb sporządzania studium uwarunkowań i </w:t>
            </w:r>
            <w:r w:rsidRPr="00D03FDB">
              <w:rPr>
                <w:rFonts w:ascii="Corbel" w:eastAsia="Cambria" w:hAnsi="Corbel" w:cs="Calibri"/>
              </w:rPr>
              <w:lastRenderedPageBreak/>
              <w:t xml:space="preserve">kierunków zagospodarowania przestrzennego gminy oraz miejscowego planu zagospodarowania przestrzennego    </w:t>
            </w:r>
          </w:p>
        </w:tc>
        <w:tc>
          <w:tcPr>
            <w:tcW w:w="827" w:type="dxa"/>
          </w:tcPr>
          <w:p w14:paraId="54B1BAB1" w14:textId="77777777" w:rsidR="000534BE" w:rsidRPr="00D03FDB" w:rsidRDefault="000534BE" w:rsidP="00E131F0">
            <w:pPr>
              <w:snapToGrid w:val="0"/>
              <w:spacing w:after="0" w:line="240" w:lineRule="auto"/>
              <w:jc w:val="center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lastRenderedPageBreak/>
              <w:t>2</w:t>
            </w:r>
          </w:p>
        </w:tc>
      </w:tr>
      <w:tr w:rsidR="000534BE" w:rsidRPr="00D03FDB" w14:paraId="44D461FB" w14:textId="77777777" w:rsidTr="000534B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c>
          <w:tcPr>
            <w:tcW w:w="526" w:type="dxa"/>
          </w:tcPr>
          <w:p w14:paraId="4D0FBA27" w14:textId="77777777" w:rsidR="000534BE" w:rsidRPr="00D03FDB" w:rsidRDefault="000534BE" w:rsidP="00F1440C">
            <w:pPr>
              <w:pStyle w:val="Zawartotabeli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t>4.</w:t>
            </w:r>
          </w:p>
        </w:tc>
        <w:tc>
          <w:tcPr>
            <w:tcW w:w="7955" w:type="dxa"/>
            <w:shd w:val="clear" w:color="auto" w:fill="auto"/>
          </w:tcPr>
          <w:p w14:paraId="6F655790" w14:textId="77777777" w:rsidR="000534BE" w:rsidRPr="00D03FDB" w:rsidRDefault="000534BE" w:rsidP="00F1440C">
            <w:pPr>
              <w:pStyle w:val="Zawartotabeli"/>
              <w:rPr>
                <w:rFonts w:ascii="Corbel" w:hAnsi="Corbel"/>
              </w:rPr>
            </w:pPr>
            <w:r w:rsidRPr="00D03FDB">
              <w:rPr>
                <w:rFonts w:ascii="Corbel" w:eastAsia="Cambria" w:hAnsi="Corbel" w:cs="Calibri"/>
              </w:rPr>
              <w:t xml:space="preserve">Planowanie przestrzenne w województwie     </w:t>
            </w:r>
          </w:p>
        </w:tc>
        <w:tc>
          <w:tcPr>
            <w:tcW w:w="827" w:type="dxa"/>
          </w:tcPr>
          <w:p w14:paraId="1DDD10A6" w14:textId="77777777" w:rsidR="000534BE" w:rsidRPr="00D03FDB" w:rsidRDefault="000534BE" w:rsidP="00E131F0">
            <w:pPr>
              <w:pStyle w:val="Zawartotabeli"/>
              <w:jc w:val="center"/>
              <w:rPr>
                <w:rFonts w:ascii="Corbel" w:eastAsia="Cambria" w:hAnsi="Corbel" w:cs="Calibri"/>
              </w:rPr>
            </w:pPr>
            <w:r w:rsidRPr="00D03FDB">
              <w:rPr>
                <w:rFonts w:ascii="Corbel" w:eastAsia="Cambria" w:hAnsi="Corbel" w:cs="Calibri"/>
              </w:rPr>
              <w:t>1</w:t>
            </w:r>
          </w:p>
        </w:tc>
      </w:tr>
      <w:tr w:rsidR="000534BE" w:rsidRPr="00D03FDB" w14:paraId="43CB0C20" w14:textId="77777777" w:rsidTr="000534B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26" w:type="dxa"/>
          </w:tcPr>
          <w:p w14:paraId="22BFC46F" w14:textId="77777777" w:rsidR="000534BE" w:rsidRPr="00D03FDB" w:rsidRDefault="000534BE" w:rsidP="000534BE">
            <w:pPr>
              <w:pStyle w:val="Zawartotabeli"/>
              <w:rPr>
                <w:rFonts w:ascii="Corbel" w:eastAsia="Cambria" w:hAnsi="Corbel" w:cs="Calibri"/>
                <w:bCs/>
              </w:rPr>
            </w:pPr>
          </w:p>
        </w:tc>
        <w:tc>
          <w:tcPr>
            <w:tcW w:w="7955" w:type="dxa"/>
            <w:shd w:val="clear" w:color="auto" w:fill="auto"/>
          </w:tcPr>
          <w:p w14:paraId="31DF9F88" w14:textId="77777777" w:rsidR="000534BE" w:rsidRPr="00D03FDB" w:rsidRDefault="000534BE" w:rsidP="00E131F0">
            <w:pPr>
              <w:pStyle w:val="Zawartotabeli"/>
              <w:jc w:val="right"/>
              <w:rPr>
                <w:rFonts w:ascii="Corbel" w:eastAsia="Cambria" w:hAnsi="Corbel" w:cs="Calibri"/>
                <w:bCs/>
              </w:rPr>
            </w:pPr>
            <w:r w:rsidRPr="00D03FDB">
              <w:rPr>
                <w:rFonts w:ascii="Corbel" w:eastAsia="Cambria" w:hAnsi="Corbel" w:cs="Calibri"/>
                <w:bCs/>
              </w:rPr>
              <w:t>suma</w:t>
            </w:r>
          </w:p>
        </w:tc>
        <w:tc>
          <w:tcPr>
            <w:tcW w:w="827" w:type="dxa"/>
          </w:tcPr>
          <w:p w14:paraId="6AF7E9A3" w14:textId="77777777" w:rsidR="000534BE" w:rsidRPr="00D03FDB" w:rsidRDefault="000534BE" w:rsidP="00E131F0">
            <w:pPr>
              <w:pStyle w:val="Zawartotabeli"/>
              <w:jc w:val="center"/>
              <w:rPr>
                <w:rFonts w:ascii="Corbel" w:eastAsia="Cambria" w:hAnsi="Corbel" w:cs="Calibri"/>
                <w:bCs/>
              </w:rPr>
            </w:pPr>
            <w:r w:rsidRPr="00D03FDB">
              <w:rPr>
                <w:rFonts w:ascii="Corbel" w:eastAsia="Cambria" w:hAnsi="Corbel" w:cs="Calibri"/>
                <w:bCs/>
              </w:rPr>
              <w:t xml:space="preserve">9 </w:t>
            </w:r>
          </w:p>
        </w:tc>
      </w:tr>
    </w:tbl>
    <w:p w14:paraId="5F9CEF7B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9C22F1" w14:textId="77777777" w:rsidR="0085747A" w:rsidRPr="00D03F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>3.4 Metody dydaktyczne</w:t>
      </w:r>
      <w:r w:rsidRPr="00D03FDB">
        <w:rPr>
          <w:rFonts w:ascii="Corbel" w:hAnsi="Corbel"/>
          <w:b w:val="0"/>
          <w:smallCaps w:val="0"/>
          <w:szCs w:val="24"/>
        </w:rPr>
        <w:t xml:space="preserve"> </w:t>
      </w:r>
    </w:p>
    <w:p w14:paraId="5AF5488C" w14:textId="77777777" w:rsidR="00E131F0" w:rsidRPr="00D03FDB" w:rsidRDefault="00E131F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ED0A44" w14:textId="26158183" w:rsidR="00E131F0" w:rsidRPr="00D03FDB" w:rsidRDefault="00E131F0" w:rsidP="00E131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3FDB">
        <w:rPr>
          <w:rFonts w:ascii="Corbel" w:hAnsi="Corbel"/>
          <w:b w:val="0"/>
          <w:smallCaps w:val="0"/>
          <w:szCs w:val="24"/>
        </w:rPr>
        <w:t>Praca w grupach – rozwiązywanie problemów, dyskusja, analiza tekstów aktów prawnych z dyskusją</w:t>
      </w:r>
      <w:r w:rsidR="00352B05" w:rsidRPr="00D03FDB">
        <w:rPr>
          <w:rFonts w:ascii="Corbel" w:hAnsi="Corbel"/>
          <w:b w:val="0"/>
          <w:smallCaps w:val="0"/>
          <w:szCs w:val="24"/>
        </w:rPr>
        <w:t>, referaty na tematy uzgodnione z prowadzącym</w:t>
      </w:r>
    </w:p>
    <w:p w14:paraId="36AF794B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CFAA1" w14:textId="77777777" w:rsidR="00E21E7D" w:rsidRPr="00D03FDB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03FDB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D03FDB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D03FDB">
        <w:rPr>
          <w:rFonts w:ascii="Corbel" w:hAnsi="Corbel"/>
          <w:sz w:val="20"/>
          <w:szCs w:val="20"/>
        </w:rPr>
        <w:t>.:</w:t>
      </w:r>
      <w:r w:rsidR="00923D7D" w:rsidRPr="00D03FDB">
        <w:rPr>
          <w:rFonts w:ascii="Corbel" w:hAnsi="Corbel"/>
          <w:sz w:val="20"/>
          <w:szCs w:val="20"/>
        </w:rPr>
        <w:t xml:space="preserve"> </w:t>
      </w:r>
    </w:p>
    <w:p w14:paraId="46B7B7CC" w14:textId="77777777" w:rsidR="00153C41" w:rsidRPr="00D03FD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03FDB">
        <w:rPr>
          <w:rFonts w:ascii="Corbel" w:hAnsi="Corbel"/>
          <w:b w:val="0"/>
          <w:i/>
          <w:sz w:val="20"/>
          <w:szCs w:val="20"/>
        </w:rPr>
        <w:t xml:space="preserve"> </w:t>
      </w:r>
      <w:r w:rsidRPr="00D03FD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03FD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D03FD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112E7A0" w14:textId="77777777" w:rsidR="00153C41" w:rsidRPr="00D03FD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03FDB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D03FD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D03FDB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D03FDB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4CA8CA" w14:textId="77777777" w:rsidR="00E960BB" w:rsidRPr="00D03FDB" w:rsidRDefault="00153C41" w:rsidP="00E131F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D03FDB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D03FD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0F401AF" w14:textId="77777777" w:rsidR="00E131F0" w:rsidRPr="00D03FDB" w:rsidRDefault="00E131F0" w:rsidP="00E131F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BF1682C" w14:textId="77777777" w:rsidR="0085747A" w:rsidRPr="00D03F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 xml:space="preserve">4. </w:t>
      </w:r>
      <w:r w:rsidR="0085747A" w:rsidRPr="00D03FDB">
        <w:rPr>
          <w:rFonts w:ascii="Corbel" w:hAnsi="Corbel"/>
          <w:smallCaps w:val="0"/>
          <w:szCs w:val="24"/>
        </w:rPr>
        <w:t>METODY I KRYTERIA OCENY</w:t>
      </w:r>
      <w:r w:rsidR="009F4610" w:rsidRPr="00D03FDB">
        <w:rPr>
          <w:rFonts w:ascii="Corbel" w:hAnsi="Corbel"/>
          <w:smallCaps w:val="0"/>
          <w:szCs w:val="24"/>
        </w:rPr>
        <w:t xml:space="preserve"> </w:t>
      </w:r>
    </w:p>
    <w:p w14:paraId="07363269" w14:textId="77777777" w:rsidR="00923D7D" w:rsidRPr="00D03F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389221" w14:textId="77777777" w:rsidR="0085747A" w:rsidRPr="00D03F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03FDB">
        <w:rPr>
          <w:rFonts w:ascii="Corbel" w:hAnsi="Corbel"/>
          <w:smallCaps w:val="0"/>
          <w:szCs w:val="24"/>
        </w:rPr>
        <w:t>uczenia się</w:t>
      </w:r>
    </w:p>
    <w:p w14:paraId="264AC75E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03FDB" w14:paraId="735D4C23" w14:textId="77777777" w:rsidTr="00C05F44">
        <w:tc>
          <w:tcPr>
            <w:tcW w:w="1985" w:type="dxa"/>
            <w:vAlign w:val="center"/>
          </w:tcPr>
          <w:p w14:paraId="1DCF30A6" w14:textId="77777777" w:rsidR="0085747A" w:rsidRPr="00D03F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8A1F6E" w14:textId="77777777" w:rsidR="0085747A" w:rsidRPr="00D03FDB" w:rsidRDefault="00E131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E4919B" w14:textId="77777777" w:rsidR="0085747A" w:rsidRPr="00D03F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03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B2CE90" w14:textId="77777777" w:rsidR="00923D7D" w:rsidRPr="00D03F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AB2953" w14:textId="77777777" w:rsidR="0085747A" w:rsidRPr="00D03FDB" w:rsidRDefault="00AC7ED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03F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03FD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534BE" w:rsidRPr="00D03FDB">
              <w:rPr>
                <w:rFonts w:ascii="Corbel" w:hAnsi="Corbel"/>
                <w:b w:val="0"/>
                <w:smallCaps w:val="0"/>
                <w:szCs w:val="24"/>
              </w:rPr>
              <w:t>on</w:t>
            </w:r>
            <w:r w:rsidR="00E131F0" w:rsidRPr="00D03F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  <w:r w:rsidR="00E131F0" w:rsidRPr="00D03FDB">
              <w:rPr>
                <w:rFonts w:ascii="Corbel" w:hAnsi="Corbel"/>
                <w:b w:val="0"/>
                <w:smallCaps w:val="0"/>
                <w:szCs w:val="24"/>
              </w:rPr>
              <w:t>,…)</w:t>
            </w:r>
          </w:p>
        </w:tc>
      </w:tr>
      <w:tr w:rsidR="00AC7EDD" w:rsidRPr="00D03FDB" w14:paraId="7CBD8A7E" w14:textId="77777777" w:rsidTr="00C05F44">
        <w:tc>
          <w:tcPr>
            <w:tcW w:w="1985" w:type="dxa"/>
          </w:tcPr>
          <w:p w14:paraId="5D3EC5A3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3F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03FD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C30DFD9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A085550" w14:textId="77777777" w:rsidR="00AC7EDD" w:rsidRPr="00D03FDB" w:rsidRDefault="000534BE" w:rsidP="00AC7E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3FDB">
              <w:rPr>
                <w:rFonts w:ascii="Corbel" w:hAnsi="Corbel"/>
                <w:b w:val="0"/>
                <w:szCs w:val="24"/>
              </w:rPr>
              <w:t>kon</w:t>
            </w:r>
            <w:r w:rsidR="00AC7EDD" w:rsidRPr="00D03FD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Pr="00D03F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C7EDD" w:rsidRPr="00D03FDB" w14:paraId="33D791AD" w14:textId="77777777" w:rsidTr="00C05F44">
        <w:tc>
          <w:tcPr>
            <w:tcW w:w="1985" w:type="dxa"/>
          </w:tcPr>
          <w:p w14:paraId="0E76F8F7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539D282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64D703D" w14:textId="77777777" w:rsidR="00AC7EDD" w:rsidRPr="00D03FDB" w:rsidRDefault="00AC7EDD" w:rsidP="00AC7E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3FDB">
              <w:rPr>
                <w:rFonts w:ascii="Corbel" w:hAnsi="Corbel"/>
                <w:b w:val="0"/>
                <w:szCs w:val="24"/>
              </w:rPr>
              <w:t>k</w:t>
            </w:r>
            <w:r w:rsidR="000534BE" w:rsidRPr="00D03FDB">
              <w:rPr>
                <w:rFonts w:ascii="Corbel" w:hAnsi="Corbel"/>
                <w:b w:val="0"/>
                <w:szCs w:val="24"/>
              </w:rPr>
              <w:t>on</w:t>
            </w:r>
            <w:r w:rsidRPr="00D03FD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0534BE" w:rsidRPr="00D03F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C7EDD" w:rsidRPr="00D03FDB" w14:paraId="30F03B17" w14:textId="77777777" w:rsidTr="00C05F44">
        <w:tc>
          <w:tcPr>
            <w:tcW w:w="1985" w:type="dxa"/>
          </w:tcPr>
          <w:p w14:paraId="6FFC788E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3A9D034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64A53507" w14:textId="77777777" w:rsidR="00AC7EDD" w:rsidRPr="00D03FDB" w:rsidRDefault="00AC7EDD" w:rsidP="00AC7E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3FDB">
              <w:rPr>
                <w:rFonts w:ascii="Corbel" w:hAnsi="Corbel"/>
                <w:b w:val="0"/>
                <w:szCs w:val="24"/>
              </w:rPr>
              <w:t>k</w:t>
            </w:r>
            <w:r w:rsidR="000534BE" w:rsidRPr="00D03FDB">
              <w:rPr>
                <w:rFonts w:ascii="Corbel" w:hAnsi="Corbel"/>
                <w:b w:val="0"/>
                <w:szCs w:val="24"/>
              </w:rPr>
              <w:t>on</w:t>
            </w:r>
            <w:r w:rsidRPr="00D03FD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0534BE" w:rsidRPr="00D03F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C7EDD" w:rsidRPr="00D03FDB" w14:paraId="50BA25C0" w14:textId="77777777" w:rsidTr="00C05F44">
        <w:tc>
          <w:tcPr>
            <w:tcW w:w="1985" w:type="dxa"/>
          </w:tcPr>
          <w:p w14:paraId="0B17AA44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EB9C11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5ACEF5D7" w14:textId="77777777" w:rsidR="00AC7EDD" w:rsidRPr="00D03FDB" w:rsidRDefault="00AC7EDD" w:rsidP="00AC7E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3FDB">
              <w:rPr>
                <w:rFonts w:ascii="Corbel" w:hAnsi="Corbel"/>
                <w:b w:val="0"/>
                <w:szCs w:val="24"/>
              </w:rPr>
              <w:t>k</w:t>
            </w:r>
            <w:r w:rsidR="000534BE" w:rsidRPr="00D03FDB">
              <w:rPr>
                <w:rFonts w:ascii="Corbel" w:hAnsi="Corbel"/>
                <w:b w:val="0"/>
                <w:szCs w:val="24"/>
              </w:rPr>
              <w:t>on</w:t>
            </w:r>
            <w:r w:rsidRPr="00D03FD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0534BE" w:rsidRPr="00D03F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C7EDD" w:rsidRPr="00D03FDB" w14:paraId="6CD04DE2" w14:textId="77777777" w:rsidTr="00C05F44">
        <w:tc>
          <w:tcPr>
            <w:tcW w:w="1985" w:type="dxa"/>
          </w:tcPr>
          <w:p w14:paraId="10471F21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381E971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79E54D38" w14:textId="77777777" w:rsidR="00AC7EDD" w:rsidRPr="00D03FDB" w:rsidRDefault="00AC7EDD" w:rsidP="00AC7E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3FDB">
              <w:rPr>
                <w:rFonts w:ascii="Corbel" w:hAnsi="Corbel"/>
                <w:b w:val="0"/>
                <w:szCs w:val="24"/>
              </w:rPr>
              <w:t>k</w:t>
            </w:r>
            <w:r w:rsidR="000534BE" w:rsidRPr="00D03FDB">
              <w:rPr>
                <w:rFonts w:ascii="Corbel" w:hAnsi="Corbel"/>
                <w:b w:val="0"/>
                <w:szCs w:val="24"/>
              </w:rPr>
              <w:t>on</w:t>
            </w:r>
            <w:r w:rsidRPr="00D03FD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0534BE" w:rsidRPr="00D03FD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C7EDD" w:rsidRPr="00D03FDB" w14:paraId="6F23382B" w14:textId="77777777" w:rsidTr="00C05F44">
        <w:tc>
          <w:tcPr>
            <w:tcW w:w="1985" w:type="dxa"/>
          </w:tcPr>
          <w:p w14:paraId="0E48D0B7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A7BA877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3FDB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14FAA89C" w14:textId="77777777" w:rsidR="00AC7EDD" w:rsidRPr="00D03FDB" w:rsidRDefault="00AC7EDD" w:rsidP="00AC7E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03FDB">
              <w:rPr>
                <w:rFonts w:ascii="Corbel" w:hAnsi="Corbel"/>
                <w:b w:val="0"/>
                <w:szCs w:val="24"/>
              </w:rPr>
              <w:t>k</w:t>
            </w:r>
            <w:r w:rsidR="000534BE" w:rsidRPr="00D03FDB">
              <w:rPr>
                <w:rFonts w:ascii="Corbel" w:hAnsi="Corbel"/>
                <w:b w:val="0"/>
                <w:szCs w:val="24"/>
              </w:rPr>
              <w:t>on</w:t>
            </w:r>
            <w:r w:rsidRPr="00D03FD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  <w:r w:rsidR="000534BE" w:rsidRPr="00D03FD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52EBF1C" w14:textId="77777777" w:rsidR="00923D7D" w:rsidRPr="00D03F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6667D1" w14:textId="77777777" w:rsidR="0085747A" w:rsidRPr="00D03F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 xml:space="preserve">4.2 </w:t>
      </w:r>
      <w:r w:rsidR="0085747A" w:rsidRPr="00D03FD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03FDB">
        <w:rPr>
          <w:rFonts w:ascii="Corbel" w:hAnsi="Corbel"/>
          <w:smallCaps w:val="0"/>
          <w:szCs w:val="24"/>
        </w:rPr>
        <w:t xml:space="preserve"> </w:t>
      </w:r>
    </w:p>
    <w:p w14:paraId="3CA9A42D" w14:textId="77777777" w:rsidR="00923D7D" w:rsidRPr="00D03F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3FDB" w14:paraId="1F67D7C4" w14:textId="77777777" w:rsidTr="00923D7D">
        <w:tc>
          <w:tcPr>
            <w:tcW w:w="9670" w:type="dxa"/>
          </w:tcPr>
          <w:p w14:paraId="530C37BA" w14:textId="77777777" w:rsidR="00AC7EDD" w:rsidRPr="00D03FDB" w:rsidRDefault="00AC7EDD" w:rsidP="00AC7ED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Wynik zaliczenia ustalany na podstawie pisemnych prac studentów dotyczących aktualnych problemów prawa zagospodarowania przestrzennego.</w:t>
            </w:r>
          </w:p>
          <w:p w14:paraId="16C2AB32" w14:textId="77777777" w:rsidR="00AC7EDD" w:rsidRPr="00D03FDB" w:rsidRDefault="00AC7EDD" w:rsidP="00AC7E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Kryteria oceny: aktualność tematyki, poprawna terminologia, aktualny stan prawny, spójna, logiczna argumentacja własnego stanowiska.</w:t>
            </w:r>
          </w:p>
          <w:p w14:paraId="452E61B9" w14:textId="77777777" w:rsidR="0085747A" w:rsidRPr="00D03FDB" w:rsidRDefault="00AC7E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Aktywność w trakcie zajęć, kreatywność w rozwiązywaniu problemów.</w:t>
            </w:r>
          </w:p>
        </w:tc>
      </w:tr>
    </w:tbl>
    <w:p w14:paraId="6DCD40B5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85D08" w14:textId="77777777" w:rsidR="009F4610" w:rsidRPr="00D03F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03FDB">
        <w:rPr>
          <w:rFonts w:ascii="Corbel" w:hAnsi="Corbel"/>
          <w:b/>
          <w:sz w:val="24"/>
          <w:szCs w:val="24"/>
        </w:rPr>
        <w:t xml:space="preserve">5. </w:t>
      </w:r>
      <w:r w:rsidR="00C61DC5" w:rsidRPr="00D03F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55F0B8" w14:textId="77777777" w:rsidR="0085747A" w:rsidRPr="00D03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03FDB" w14:paraId="2FDEB317" w14:textId="77777777" w:rsidTr="003E1941">
        <w:tc>
          <w:tcPr>
            <w:tcW w:w="4962" w:type="dxa"/>
            <w:vAlign w:val="center"/>
          </w:tcPr>
          <w:p w14:paraId="5B00A393" w14:textId="77777777" w:rsidR="0085747A" w:rsidRPr="00D03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3F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03F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03F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902B6C" w14:textId="77777777" w:rsidR="0085747A" w:rsidRPr="00D03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3F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03F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03FD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03F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03FDB" w14:paraId="095069C8" w14:textId="77777777" w:rsidTr="00923D7D">
        <w:tc>
          <w:tcPr>
            <w:tcW w:w="4962" w:type="dxa"/>
          </w:tcPr>
          <w:p w14:paraId="0D893F91" w14:textId="7830FD52" w:rsidR="0085747A" w:rsidRPr="00D03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G</w:t>
            </w:r>
            <w:r w:rsidR="0085747A" w:rsidRPr="00D03F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03FD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03FD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03FDB">
              <w:rPr>
                <w:rFonts w:ascii="Corbel" w:hAnsi="Corbel"/>
                <w:sz w:val="24"/>
                <w:szCs w:val="24"/>
              </w:rPr>
              <w:t>ynikające</w:t>
            </w:r>
            <w:r w:rsidR="00AF56A8" w:rsidRPr="00D03F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D03FD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90F97" w:rsidRPr="00D03FDB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03F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3F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5858B8" w14:textId="77777777" w:rsidR="0085747A" w:rsidRPr="00D03FDB" w:rsidRDefault="005154B5" w:rsidP="00AC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03FDB" w14:paraId="2B94FF88" w14:textId="77777777" w:rsidTr="00923D7D">
        <w:tc>
          <w:tcPr>
            <w:tcW w:w="4962" w:type="dxa"/>
          </w:tcPr>
          <w:p w14:paraId="6CF6D673" w14:textId="77777777" w:rsidR="00C61DC5" w:rsidRPr="00D03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8DEDD7" w14:textId="77777777" w:rsidR="00C61DC5" w:rsidRPr="00D03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EA38E1" w14:textId="77777777" w:rsidR="00C61DC5" w:rsidRPr="00D03FDB" w:rsidRDefault="00AC7EDD" w:rsidP="00AC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03FDB" w14:paraId="11780BA5" w14:textId="77777777" w:rsidTr="00923D7D">
        <w:tc>
          <w:tcPr>
            <w:tcW w:w="4962" w:type="dxa"/>
          </w:tcPr>
          <w:p w14:paraId="0E1BDE8C" w14:textId="77777777" w:rsidR="0071620A" w:rsidRPr="00D03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5E35680A" w14:textId="77777777" w:rsidR="00C61DC5" w:rsidRPr="00D03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E536E7" w14:textId="77777777" w:rsidR="00C61DC5" w:rsidRPr="00D03FDB" w:rsidRDefault="005154B5" w:rsidP="00AC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96</w:t>
            </w:r>
          </w:p>
        </w:tc>
      </w:tr>
      <w:tr w:rsidR="0085747A" w:rsidRPr="00D03FDB" w14:paraId="482CED04" w14:textId="77777777" w:rsidTr="00923D7D">
        <w:tc>
          <w:tcPr>
            <w:tcW w:w="4962" w:type="dxa"/>
          </w:tcPr>
          <w:p w14:paraId="4563769B" w14:textId="77777777" w:rsidR="0085747A" w:rsidRPr="00D03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CA04F5" w14:textId="77777777" w:rsidR="0085747A" w:rsidRPr="00D03FDB" w:rsidRDefault="00AC7EDD" w:rsidP="00AC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D03FDB" w14:paraId="70137369" w14:textId="77777777" w:rsidTr="00923D7D">
        <w:tc>
          <w:tcPr>
            <w:tcW w:w="4962" w:type="dxa"/>
          </w:tcPr>
          <w:p w14:paraId="7E8D8D43" w14:textId="77777777" w:rsidR="0085747A" w:rsidRPr="00D03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03F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71493D" w14:textId="77777777" w:rsidR="0085747A" w:rsidRPr="00D03FDB" w:rsidRDefault="00AC7EDD" w:rsidP="00AC7E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03FD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53F8393" w14:textId="77777777" w:rsidR="0085747A" w:rsidRPr="00D03FD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03F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03F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A75EC4" w14:textId="77777777" w:rsidR="003E1941" w:rsidRPr="00D03F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EB602B" w14:textId="7C77A041" w:rsidR="0085747A" w:rsidRPr="00D03F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 xml:space="preserve">6. </w:t>
      </w:r>
      <w:r w:rsidR="0085747A" w:rsidRPr="00D03FDB">
        <w:rPr>
          <w:rFonts w:ascii="Corbel" w:hAnsi="Corbel"/>
          <w:smallCaps w:val="0"/>
          <w:szCs w:val="24"/>
        </w:rPr>
        <w:t>PRAKTYKI ZAWODOWE W RAMACH PRZEDMIOTU</w:t>
      </w:r>
    </w:p>
    <w:p w14:paraId="53D518BA" w14:textId="77777777" w:rsidR="0085747A" w:rsidRPr="00D03F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03FDB" w14:paraId="2506F237" w14:textId="77777777" w:rsidTr="00D03FDB">
        <w:trPr>
          <w:trHeight w:val="397"/>
        </w:trPr>
        <w:tc>
          <w:tcPr>
            <w:tcW w:w="3544" w:type="dxa"/>
          </w:tcPr>
          <w:p w14:paraId="31227FDF" w14:textId="77777777" w:rsidR="0085747A" w:rsidRPr="00D03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9061DC" w14:textId="3875BD63" w:rsidR="0085747A" w:rsidRPr="00D03FDB" w:rsidRDefault="00D03F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03FDB" w14:paraId="78FE8027" w14:textId="77777777" w:rsidTr="00D03FDB">
        <w:trPr>
          <w:trHeight w:val="397"/>
        </w:trPr>
        <w:tc>
          <w:tcPr>
            <w:tcW w:w="3544" w:type="dxa"/>
          </w:tcPr>
          <w:p w14:paraId="1686F1CA" w14:textId="77777777" w:rsidR="0085747A" w:rsidRPr="00D03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F682A3" w14:textId="5723725E" w:rsidR="0085747A" w:rsidRPr="00D03FDB" w:rsidRDefault="00D03F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87494F" w14:textId="77777777" w:rsidR="003E1941" w:rsidRPr="00D03F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44055" w14:textId="77777777" w:rsidR="0085747A" w:rsidRPr="00D03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3FDB">
        <w:rPr>
          <w:rFonts w:ascii="Corbel" w:hAnsi="Corbel"/>
          <w:smallCaps w:val="0"/>
          <w:szCs w:val="24"/>
        </w:rPr>
        <w:t xml:space="preserve">7. </w:t>
      </w:r>
      <w:r w:rsidR="0085747A" w:rsidRPr="00D03FDB">
        <w:rPr>
          <w:rFonts w:ascii="Corbel" w:hAnsi="Corbel"/>
          <w:smallCaps w:val="0"/>
          <w:szCs w:val="24"/>
        </w:rPr>
        <w:t>LITERATURA</w:t>
      </w:r>
      <w:r w:rsidRPr="00D03FDB">
        <w:rPr>
          <w:rFonts w:ascii="Corbel" w:hAnsi="Corbel"/>
          <w:smallCaps w:val="0"/>
          <w:szCs w:val="24"/>
        </w:rPr>
        <w:t xml:space="preserve"> </w:t>
      </w:r>
    </w:p>
    <w:p w14:paraId="66F4AE2E" w14:textId="77777777" w:rsidR="00675843" w:rsidRPr="00D03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03FDB" w14:paraId="24AA78F7" w14:textId="77777777" w:rsidTr="00D03FDB">
        <w:trPr>
          <w:trHeight w:val="397"/>
        </w:trPr>
        <w:tc>
          <w:tcPr>
            <w:tcW w:w="7513" w:type="dxa"/>
          </w:tcPr>
          <w:p w14:paraId="53CB087B" w14:textId="77777777" w:rsidR="0085747A" w:rsidRPr="00D03FDB" w:rsidRDefault="0085747A" w:rsidP="00D03FDB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D03FD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F11347F" w14:textId="77777777" w:rsidR="00AC7EDD" w:rsidRPr="00D03FDB" w:rsidRDefault="00AC7EDD" w:rsidP="00D03F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D03FDB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, M. Szewczyk, M. </w:t>
            </w:r>
            <w:proofErr w:type="spellStart"/>
            <w:r w:rsidRPr="00D03FDB">
              <w:rPr>
                <w:rFonts w:ascii="Corbel" w:hAnsi="Corbel"/>
                <w:b w:val="0"/>
                <w:smallCaps w:val="0"/>
                <w:szCs w:val="24"/>
              </w:rPr>
              <w:t>Kruś</w:t>
            </w:r>
            <w:proofErr w:type="spellEnd"/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03FDB">
              <w:rPr>
                <w:rFonts w:ascii="Corbel" w:hAnsi="Corbel"/>
                <w:b w:val="0"/>
                <w:i/>
                <w:smallCaps w:val="0"/>
                <w:szCs w:val="24"/>
              </w:rPr>
              <w:t>Prawo zagospodarowania przestrzeni,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 Warszawa 2019</w:t>
            </w:r>
          </w:p>
          <w:p w14:paraId="4217AF7F" w14:textId="77777777" w:rsidR="00AC7EDD" w:rsidRPr="00D03FDB" w:rsidRDefault="00AC7EDD" w:rsidP="00D03FD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P. Kwaśniak, </w:t>
            </w:r>
            <w:r w:rsidRPr="00D03FDB">
              <w:rPr>
                <w:rFonts w:ascii="Corbel" w:hAnsi="Corbel"/>
                <w:b w:val="0"/>
                <w:i/>
                <w:smallCaps w:val="0"/>
                <w:szCs w:val="24"/>
              </w:rPr>
              <w:t>Plan miejscowy w systemie zagospodarowania przestrzennego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t>, Warszawa 2011</w:t>
            </w:r>
          </w:p>
          <w:p w14:paraId="21B4804B" w14:textId="77777777" w:rsidR="00AC7EDD" w:rsidRPr="00D03FDB" w:rsidRDefault="00AC7EDD" w:rsidP="00D03FDB">
            <w:pPr>
              <w:pStyle w:val="Punktygwne"/>
              <w:numPr>
                <w:ilvl w:val="0"/>
                <w:numId w:val="2"/>
              </w:numPr>
              <w:spacing w:before="0" w:after="0"/>
              <w:ind w:hanging="402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P. Sosnowski, </w:t>
            </w:r>
            <w:r w:rsidRPr="00D03FDB">
              <w:rPr>
                <w:rFonts w:ascii="Corbel" w:hAnsi="Corbel"/>
                <w:b w:val="0"/>
                <w:i/>
                <w:smallCaps w:val="0"/>
                <w:szCs w:val="24"/>
              </w:rPr>
              <w:t>Gminne planowanie przestrzenne a administracja rządowa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t>, Warszawa 2011</w:t>
            </w:r>
          </w:p>
        </w:tc>
      </w:tr>
      <w:tr w:rsidR="0085747A" w:rsidRPr="00D03FDB" w14:paraId="47914F53" w14:textId="77777777" w:rsidTr="00D03FDB">
        <w:trPr>
          <w:trHeight w:val="397"/>
        </w:trPr>
        <w:tc>
          <w:tcPr>
            <w:tcW w:w="7513" w:type="dxa"/>
          </w:tcPr>
          <w:p w14:paraId="3AEF6CA7" w14:textId="77777777" w:rsidR="0085747A" w:rsidRPr="00D03FDB" w:rsidRDefault="0085747A" w:rsidP="00D03FDB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D03FD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4DF04D" w14:textId="337045CE" w:rsidR="005A13CC" w:rsidRPr="00D03FDB" w:rsidRDefault="005A13CC" w:rsidP="00D03FDB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M. J. Nowak, </w:t>
            </w:r>
            <w:r w:rsidRPr="00D03F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Ochrona ładu przestrzennego z perspektywy prawno-urbanistycznej, 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0E28231B" w14:textId="741AC6EA" w:rsidR="00AC7EDD" w:rsidRPr="00D03FDB" w:rsidRDefault="00AC7EDD" w:rsidP="00D03FDB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R. Domański, </w:t>
            </w:r>
            <w:r w:rsidRPr="00D03FDB">
              <w:rPr>
                <w:rFonts w:ascii="Corbel" w:hAnsi="Corbel"/>
                <w:b w:val="0"/>
                <w:i/>
                <w:smallCaps w:val="0"/>
                <w:szCs w:val="24"/>
              </w:rPr>
              <w:t>Gospodarka przestrzenna. Podstawy teoretyczne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, PWN 2006. </w:t>
            </w:r>
          </w:p>
          <w:p w14:paraId="34D76D85" w14:textId="77777777" w:rsidR="00AC7EDD" w:rsidRPr="00D03FDB" w:rsidRDefault="00AC7EDD" w:rsidP="00D03FDB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3FDB">
              <w:rPr>
                <w:rFonts w:ascii="Corbel" w:hAnsi="Corbel"/>
                <w:b w:val="0"/>
                <w:smallCaps w:val="0"/>
                <w:szCs w:val="24"/>
              </w:rPr>
              <w:t xml:space="preserve">Z. Niewiadomski, </w:t>
            </w:r>
            <w:r w:rsidRPr="00D03FDB">
              <w:rPr>
                <w:rFonts w:ascii="Corbel" w:hAnsi="Corbel"/>
                <w:b w:val="0"/>
                <w:i/>
                <w:smallCaps w:val="0"/>
                <w:szCs w:val="24"/>
              </w:rPr>
              <w:t>Planowanie przestrzenne. Zarys systemu</w:t>
            </w:r>
            <w:r w:rsidRPr="00D03FDB">
              <w:rPr>
                <w:rFonts w:ascii="Corbel" w:hAnsi="Corbel"/>
                <w:b w:val="0"/>
                <w:smallCaps w:val="0"/>
                <w:szCs w:val="24"/>
              </w:rPr>
              <w:t>, Warszawa 2003.</w:t>
            </w:r>
          </w:p>
        </w:tc>
      </w:tr>
    </w:tbl>
    <w:p w14:paraId="2C9CEBFC" w14:textId="77777777" w:rsidR="0085747A" w:rsidRPr="00D03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5EB4E" w14:textId="77777777" w:rsidR="0085747A" w:rsidRPr="00D03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0D120" w14:textId="77777777" w:rsidR="0085747A" w:rsidRPr="00D03FD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03F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03F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E3EDD" w14:textId="77777777" w:rsidR="00D26F4D" w:rsidRDefault="00D26F4D" w:rsidP="00C16ABF">
      <w:pPr>
        <w:spacing w:after="0" w:line="240" w:lineRule="auto"/>
      </w:pPr>
      <w:r>
        <w:separator/>
      </w:r>
    </w:p>
  </w:endnote>
  <w:endnote w:type="continuationSeparator" w:id="0">
    <w:p w14:paraId="6202CBE7" w14:textId="77777777" w:rsidR="00D26F4D" w:rsidRDefault="00D26F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9D129" w14:textId="77777777" w:rsidR="00D26F4D" w:rsidRDefault="00D26F4D" w:rsidP="00C16ABF">
      <w:pPr>
        <w:spacing w:after="0" w:line="240" w:lineRule="auto"/>
      </w:pPr>
      <w:r>
        <w:separator/>
      </w:r>
    </w:p>
  </w:footnote>
  <w:footnote w:type="continuationSeparator" w:id="0">
    <w:p w14:paraId="55378025" w14:textId="77777777" w:rsidR="00D26F4D" w:rsidRDefault="00D26F4D" w:rsidP="00C16ABF">
      <w:pPr>
        <w:spacing w:after="0" w:line="240" w:lineRule="auto"/>
      </w:pPr>
      <w:r>
        <w:continuationSeparator/>
      </w:r>
    </w:p>
  </w:footnote>
  <w:footnote w:id="1">
    <w:p w14:paraId="651E0A5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AD241B"/>
    <w:multiLevelType w:val="hybridMultilevel"/>
    <w:tmpl w:val="C0F04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E4E73"/>
    <w:multiLevelType w:val="hybridMultilevel"/>
    <w:tmpl w:val="9BBCE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F61"/>
    <w:rsid w:val="00042A51"/>
    <w:rsid w:val="00042D2E"/>
    <w:rsid w:val="00044C82"/>
    <w:rsid w:val="000534B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1EC"/>
    <w:rsid w:val="001718A7"/>
    <w:rsid w:val="001737CF"/>
    <w:rsid w:val="00176083"/>
    <w:rsid w:val="00192F37"/>
    <w:rsid w:val="001A564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93E"/>
    <w:rsid w:val="003343CF"/>
    <w:rsid w:val="00346FE9"/>
    <w:rsid w:val="0034759A"/>
    <w:rsid w:val="003503F6"/>
    <w:rsid w:val="00352B0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B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4B5"/>
    <w:rsid w:val="00517C63"/>
    <w:rsid w:val="005363C4"/>
    <w:rsid w:val="00536BDE"/>
    <w:rsid w:val="00543ACC"/>
    <w:rsid w:val="00556866"/>
    <w:rsid w:val="0056696D"/>
    <w:rsid w:val="0059484D"/>
    <w:rsid w:val="005A0855"/>
    <w:rsid w:val="005A13CC"/>
    <w:rsid w:val="005A3196"/>
    <w:rsid w:val="005B27C4"/>
    <w:rsid w:val="005C080F"/>
    <w:rsid w:val="005C55E5"/>
    <w:rsid w:val="005C696A"/>
    <w:rsid w:val="005D4A8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0E1"/>
    <w:rsid w:val="00671958"/>
    <w:rsid w:val="00675843"/>
    <w:rsid w:val="00685A0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6CA"/>
    <w:rsid w:val="00746EC8"/>
    <w:rsid w:val="00763BF1"/>
    <w:rsid w:val="00766FD4"/>
    <w:rsid w:val="0078168C"/>
    <w:rsid w:val="007866F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45D"/>
    <w:rsid w:val="0081554D"/>
    <w:rsid w:val="0081707E"/>
    <w:rsid w:val="008449B3"/>
    <w:rsid w:val="0085747A"/>
    <w:rsid w:val="008760B0"/>
    <w:rsid w:val="00884922"/>
    <w:rsid w:val="00885F64"/>
    <w:rsid w:val="008917F9"/>
    <w:rsid w:val="008A45F7"/>
    <w:rsid w:val="008B4A20"/>
    <w:rsid w:val="008C0CC0"/>
    <w:rsid w:val="008C19A9"/>
    <w:rsid w:val="008C379D"/>
    <w:rsid w:val="008C5147"/>
    <w:rsid w:val="008C5359"/>
    <w:rsid w:val="008C5363"/>
    <w:rsid w:val="008D1F5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0F97"/>
    <w:rsid w:val="00997F14"/>
    <w:rsid w:val="009A55B7"/>
    <w:rsid w:val="009A78D9"/>
    <w:rsid w:val="009C3E31"/>
    <w:rsid w:val="009C47E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EDD"/>
    <w:rsid w:val="00AD1146"/>
    <w:rsid w:val="00AD27D3"/>
    <w:rsid w:val="00AD66D6"/>
    <w:rsid w:val="00AE1160"/>
    <w:rsid w:val="00AE1A5B"/>
    <w:rsid w:val="00AE203C"/>
    <w:rsid w:val="00AE2E74"/>
    <w:rsid w:val="00AE5FCB"/>
    <w:rsid w:val="00AE7709"/>
    <w:rsid w:val="00AF2C1E"/>
    <w:rsid w:val="00AF56A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20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9E2"/>
    <w:rsid w:val="00CD6897"/>
    <w:rsid w:val="00CE5BAC"/>
    <w:rsid w:val="00CF25BE"/>
    <w:rsid w:val="00CF78ED"/>
    <w:rsid w:val="00D02B25"/>
    <w:rsid w:val="00D02EBA"/>
    <w:rsid w:val="00D03FDB"/>
    <w:rsid w:val="00D11F1B"/>
    <w:rsid w:val="00D17C3C"/>
    <w:rsid w:val="00D216A1"/>
    <w:rsid w:val="00D26B2C"/>
    <w:rsid w:val="00D26F4D"/>
    <w:rsid w:val="00D352C9"/>
    <w:rsid w:val="00D425B2"/>
    <w:rsid w:val="00D428D6"/>
    <w:rsid w:val="00D552B2"/>
    <w:rsid w:val="00D56EAD"/>
    <w:rsid w:val="00D608D1"/>
    <w:rsid w:val="00D74119"/>
    <w:rsid w:val="00D8075B"/>
    <w:rsid w:val="00D8678B"/>
    <w:rsid w:val="00DA2114"/>
    <w:rsid w:val="00DE09C0"/>
    <w:rsid w:val="00DE4A14"/>
    <w:rsid w:val="00DE57FD"/>
    <w:rsid w:val="00DF320D"/>
    <w:rsid w:val="00DF71C8"/>
    <w:rsid w:val="00E129B8"/>
    <w:rsid w:val="00E131F0"/>
    <w:rsid w:val="00E132B0"/>
    <w:rsid w:val="00E21E7D"/>
    <w:rsid w:val="00E22FBC"/>
    <w:rsid w:val="00E24BF5"/>
    <w:rsid w:val="00E25338"/>
    <w:rsid w:val="00E4651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86E"/>
    <w:rsid w:val="00ED03AB"/>
    <w:rsid w:val="00ED32D2"/>
    <w:rsid w:val="00EE32DE"/>
    <w:rsid w:val="00EE5457"/>
    <w:rsid w:val="00F070AB"/>
    <w:rsid w:val="00F17567"/>
    <w:rsid w:val="00F27A7B"/>
    <w:rsid w:val="00F4244A"/>
    <w:rsid w:val="00F526AF"/>
    <w:rsid w:val="00F617C3"/>
    <w:rsid w:val="00F7066B"/>
    <w:rsid w:val="00F83B28"/>
    <w:rsid w:val="00FA01AF"/>
    <w:rsid w:val="00FA46E5"/>
    <w:rsid w:val="00FB7DBA"/>
    <w:rsid w:val="00FC1C25"/>
    <w:rsid w:val="00FC3F45"/>
    <w:rsid w:val="00FC5F2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48BEC"/>
  <w15:docId w15:val="{0A9F7DE4-C85C-4B98-9014-BECA2088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E131F0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6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89ACD-08DF-42FC-9F02-4FDBD2F7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124</TotalTime>
  <Pages>4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2021-04-08T07:57:00Z</dcterms:created>
  <dcterms:modified xsi:type="dcterms:W3CDTF">2021-08-23T11:20:00Z</dcterms:modified>
</cp:coreProperties>
</file>